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43" w:rsidRPr="00740E21" w:rsidRDefault="00A64643" w:rsidP="00740E2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0E21"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:rsidR="00A64643" w:rsidRPr="00191347" w:rsidRDefault="00A64643" w:rsidP="0074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(группа А</w:t>
      </w:r>
      <w:r w:rsidRPr="00191347">
        <w:rPr>
          <w:rFonts w:ascii="Times New Roman" w:hAnsi="Times New Roman" w:cs="Times New Roman"/>
          <w:sz w:val="28"/>
          <w:szCs w:val="28"/>
        </w:rPr>
        <w:t>)</w:t>
      </w:r>
    </w:p>
    <w:p w:rsidR="00A64643" w:rsidRPr="00191347" w:rsidRDefault="00A64643" w:rsidP="0074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191347">
        <w:rPr>
          <w:rFonts w:ascii="Times New Roman" w:hAnsi="Times New Roman" w:cs="Times New Roman"/>
          <w:sz w:val="28"/>
          <w:szCs w:val="28"/>
        </w:rPr>
        <w:t>«Из прошлого в будущее»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0"/>
        <w:gridCol w:w="4329"/>
        <w:gridCol w:w="2592"/>
      </w:tblGrid>
      <w:tr w:rsidR="00A64643" w:rsidRPr="00404975">
        <w:tc>
          <w:tcPr>
            <w:tcW w:w="237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Программное содержание</w:t>
            </w:r>
          </w:p>
        </w:tc>
        <w:tc>
          <w:tcPr>
            <w:tcW w:w="453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Основные этапы работы</w:t>
            </w:r>
          </w:p>
        </w:tc>
        <w:tc>
          <w:tcPr>
            <w:tcW w:w="2659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Методы, приемы и средства используемые педагогом</w:t>
            </w:r>
          </w:p>
        </w:tc>
      </w:tr>
      <w:tr w:rsidR="00A64643" w:rsidRPr="00404975">
        <w:tc>
          <w:tcPr>
            <w:tcW w:w="237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1.Познакомить с историей возникновения дороги и правил дорожного движения.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2.Закреплять умение различать дорожные знаки по их назначению (предупреждающие, запрещающие, информационно – указательные, знаки сервиса)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3.Повторить правила уличного движения для пешеходов.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4.Развивать умение самостоятельно пользоваться полученными знаниями в повседневной жизни.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5. Воспитывать умение следовать правилам и желание соблюдать их.</w:t>
            </w:r>
          </w:p>
        </w:tc>
        <w:tc>
          <w:tcPr>
            <w:tcW w:w="453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1.Организационный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загадывает загадку по дорогу, дорожный знак.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2.Основной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рассказывает историю возникновения дорог, используя показ презентации дорог (лесная, вымощенная бревнами и камнем, асфальтированная), по ходу рассказа задает детям вопросы: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-Какие главные качества характеризуют дорогу?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-Чем сейчас покрывают дороги?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-Если дорога проходит по городу или населенному пункту как она называется?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-Как называются части улицы?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Далее, педагог рассказывает  историю возникновения правил дорожного движения используя презентацию с изображением средств передвижения (конный экипаж, велосипед, паровой автомобиль, мотоколяска, автомобиль с двигателем внутреннего сгорания), по ходу задает вопросы: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-Как вы думаете, для чего нужны тротуары?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-Как пешеходам нужно двигаться по тротуару?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педагог поясняет: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У дорог и улиц есть свои строгие законы. Законы требуют знаний дорожных знаков.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задает детям вопрос: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-На какие группы делятся дорожные знаки?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 xml:space="preserve">Затем по очереди демонстрирует знаки и объясняет, почему они так называются. 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Задает вопрос: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 можно различить  эти знаки?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Затем педагог проводит конкурс «Юный знаток правил дорожного движения»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Детям даются задания:</w:t>
            </w:r>
          </w:p>
          <w:p w:rsidR="00A64643" w:rsidRPr="00404975" w:rsidRDefault="00A64643" w:rsidP="004049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«Разложи правильно»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Раздает детям жетоны с дорожным знаками и  предлагает разложить знаки по группам.</w:t>
            </w:r>
          </w:p>
          <w:p w:rsidR="00A64643" w:rsidRPr="00404975" w:rsidRDefault="00A64643" w:rsidP="004049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«Дорожные ситуации»</w:t>
            </w:r>
          </w:p>
          <w:p w:rsidR="00A64643" w:rsidRPr="00404975" w:rsidRDefault="00A64643" w:rsidP="00404975">
            <w:pPr>
              <w:pStyle w:val="ListParagraph"/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Дети распределяются на четыре группы, у каждой группы планшет с изображением «дорожной ситуации» должны положить красные фишки рядом с пешеходами, которые нарушают правила дорожного движения.</w:t>
            </w:r>
          </w:p>
          <w:p w:rsidR="00A64643" w:rsidRPr="00404975" w:rsidRDefault="00A64643" w:rsidP="004049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«Пьедестал почета»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Дети должны расположить сказочных героев по скорости передвижения.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педагог проводит игровые упражнения для  закрепления правил дорожного движения.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Задания детям: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Пройди по той дорожке, по которой движение разрешено.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упражнение на внимание «Светофор»: если горит зеленый свет можно двигаться, если красный – остановиться, если желтый – присесть.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по периметру группы обозначены группы дорожных знаков, детям выдаются жетоны с изображением знаков относящихся к какой – либо группе,  по сигналу педагога дети должны встать к своему знаку.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3.Заключительный.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 конце занятия педагог спрашивает, что нового  они сегодня узнали о дороге, о дорожных знаках и правилах дорожного движения и что им больше всего понравилось.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Игровой прием (загадывание загадок)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Рассказ с демонстрацией наглядного материала (презентация)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Рассказ с демонстрацией наглядного материала (пезентация)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Пояснение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Демонстрация наглядного материала, объяснение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</w:tr>
    </w:tbl>
    <w:p w:rsidR="00A64643" w:rsidRDefault="00A64643" w:rsidP="0074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643" w:rsidRDefault="00A64643" w:rsidP="00740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организованной образовательной деятельности педагог с целью закрепления знаний использовала следующие приемы: вопросы и упражнения. Например, вопрос: «Как называются части улицы?», «Как вы думаете, для чего нужны тротуары?», «Как пешеходам необходимо двигаться по тротуару?». Так же педагогом использовались упражнения: «Разложи правильно» детям было предложено жетоны с дорожными знаками разложить по группам, «Дорожные ситуации» дети должны были определить ситуацию, где пешеходы нарушают правила дорожного движения и положить туда красную фишку. Далее детям следовало выбрать ту дорожку, по которой движение разрешено. Было упражнение на внимание: «Светофор».  Дети упражнялись в распределении знаков на группы. В конце занятия педагогом были заданы вопросы: «Что нового дети узнали сегодня о дорогах?» «Что нового узнали о дорожных знаках и правилах дорожного движения?».</w:t>
      </w:r>
    </w:p>
    <w:p w:rsidR="00A64643" w:rsidRDefault="00A64643" w:rsidP="00740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Pr="00740E21" w:rsidRDefault="00A64643" w:rsidP="00740E21">
      <w:pPr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0E21"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:rsidR="00A64643" w:rsidRPr="00191347" w:rsidRDefault="00A64643" w:rsidP="00740E21">
      <w:pPr>
        <w:jc w:val="center"/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Протокол № 1 (группа А)</w:t>
      </w:r>
    </w:p>
    <w:p w:rsidR="00A64643" w:rsidRPr="00191347" w:rsidRDefault="00A64643" w:rsidP="0074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 ребенка – Мельникова Арина</w:t>
      </w:r>
    </w:p>
    <w:p w:rsidR="00A64643" w:rsidRPr="00191347" w:rsidRDefault="00A64643" w:rsidP="0074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– 5</w:t>
      </w:r>
      <w:r w:rsidRPr="00191347">
        <w:rPr>
          <w:rFonts w:ascii="Times New Roman" w:hAnsi="Times New Roman" w:cs="Times New Roman"/>
          <w:sz w:val="28"/>
          <w:szCs w:val="28"/>
        </w:rPr>
        <w:t xml:space="preserve"> лет 3 мес.</w:t>
      </w:r>
    </w:p>
    <w:p w:rsidR="00A64643" w:rsidRPr="00191347" w:rsidRDefault="00A64643" w:rsidP="00740E21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Дата проведения: 05.12.2012 г.</w:t>
      </w:r>
    </w:p>
    <w:p w:rsidR="00A64643" w:rsidRPr="00191347" w:rsidRDefault="00A64643" w:rsidP="00740E21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Ф.И.экспериментатора – Фефилова Оксана Владимировна</w:t>
      </w:r>
    </w:p>
    <w:p w:rsidR="00A64643" w:rsidRPr="00191347" w:rsidRDefault="00A64643" w:rsidP="00740E21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Методика: беседа</w:t>
      </w:r>
    </w:p>
    <w:p w:rsidR="00A64643" w:rsidRPr="00191347" w:rsidRDefault="00A64643" w:rsidP="00740E21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Цель: выявить уровень освоения материала в соответствии с программным содержанием.</w:t>
      </w:r>
    </w:p>
    <w:p w:rsidR="00A64643" w:rsidRPr="00191347" w:rsidRDefault="00A64643" w:rsidP="00740E21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Ход беседы: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A64643" w:rsidRPr="00404975">
        <w:tc>
          <w:tcPr>
            <w:tcW w:w="3227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экспериментатор</w:t>
            </w:r>
          </w:p>
        </w:tc>
        <w:tc>
          <w:tcPr>
            <w:tcW w:w="6344" w:type="dxa"/>
          </w:tcPr>
          <w:p w:rsidR="00A64643" w:rsidRPr="00404975" w:rsidRDefault="00A64643" w:rsidP="00404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испытуемый</w:t>
            </w:r>
          </w:p>
        </w:tc>
      </w:tr>
      <w:tr w:rsidR="00A64643" w:rsidRPr="00404975">
        <w:tc>
          <w:tcPr>
            <w:tcW w:w="3227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, скажи, пожалуйста, какие сегодня у вас были занятия?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1.Расскажи, какие дороги были раньше, какие стали сейчас?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 xml:space="preserve">2.Какие были средства передвижения? 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3.Расскажи, почему появились правила дорожного движения?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4.Когда появились дорожные знаки и зачем нужны дорожные знаки?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5.Какие группы дорожных знаков ты знаешь? Как они выглядят?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6.Как ты думаешь, почему знаки так называются?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7.Какие задания вы сегодня выполняли?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8. Что тебе больше всего понравилось на занятии?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Спасибо, Арина</w:t>
            </w: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, мне очень понравилось, как ты отвечала, а сейчас можешь идти в группу.</w:t>
            </w:r>
          </w:p>
        </w:tc>
        <w:tc>
          <w:tcPr>
            <w:tcW w:w="6344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Музыкальное, рисование, про дороги.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Раньше были из бревен, на такой дороге трясло сильно, потом из камней стали строить, в город не пускали, если камни не привезешь. А сейчас дороги из асфальта, а у нас еще есть из песка.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Кареты, велосипеды большие трехколесные, машины там всякие, сначала смешные были, ездили на паре, а потом стали на бензине ездить.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Раньше не было тротуаров, и люди ходили прямо по дороге. Кареты могли их задавить. Потом для людей придумали тротуар. Люди должны были ходить по тротуару, а кареты  ездить по дороге.  А царь придумал правило, что надо бить тех, кто не соблюдает правила. Нельзя было останавливаться и стоять посредине улицы. Когда появились велосипеды, лошади стали их пугаться, тогда нужно было слезать с велосипеда и идти рядом с ним. Вот правила и нужны для того чтобы никто ни с кем не сталкивался.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Когда машины по улицам ездить стали. А раньше человек бежал впереди машины, чтобы предупредить об опасности, но ведь это сложно, бежать надо быстро, вот и стали придумывать знаки.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Нужны чтобы предупреждать об опасности, о том, что по дороге есть кафе или больница.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Есть знаки запрещающие, они круглые с красной полосой по краю.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 xml:space="preserve"> Есть предупреждение они треугольные, белые и тоже с красной полосой по краю.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Еще есть сервисные это синие прямоугольники.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 еще есть … непомню… информирующие, они квадратные и прямоугольные синие, зеленые, желтые и белые.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Ну, запрещающие, потому, ч то запрещают двигаться машинам и людям.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Предупреждающие они как будто говорят об опасности.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Сервисные показывают, что скоро будет кафе или больница.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Информационные показывают ,что скоро может быть пешеходный переход.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Знаки раскладывали по местам, потом надо было красные фишки положить, там, где пешеход нарушает правила и расставляли сказочных героев кто самый быстрый. А еще нам надо было пройти по той дорожке, по которой движение разрешено.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Смотреть, как дороги появились, на чем раньше ездили. Играть со знаками.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643" w:rsidRDefault="00A64643" w:rsidP="00740E21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анализ: девочка ответила на все вопросы экспериментатора.</w:t>
      </w: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Качественный анализ: На все вопросы были даны полные, развернутые, точные ответы, из этого следует, что материал ребенком осмыслен и понят.</w:t>
      </w:r>
    </w:p>
    <w:p w:rsidR="00A64643" w:rsidRPr="00191347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так как Арина отвечала на вопросы экспериментатора, полно, точно, осмысленно мы отнесли ее к высокому уровню воспроизведения знаний полученных в организованной образовательной деятельности.</w:t>
      </w: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5 (группа А)</w:t>
      </w: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 ребенка – Савенков Дима</w:t>
      </w: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– 5 лет 5 мес.</w:t>
      </w: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05.12.2012 г.</w:t>
      </w: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Ф.И.экспериментатора – Фефилова Оксана Владимировна</w:t>
      </w: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Методика: беседа</w:t>
      </w: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выявить уровень освоения материала в соответствии с программным содержанием.</w:t>
      </w: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беседы: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A64643" w:rsidTr="00163F35">
        <w:tc>
          <w:tcPr>
            <w:tcW w:w="3227" w:type="dxa"/>
          </w:tcPr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экспериментатор</w:t>
            </w:r>
          </w:p>
        </w:tc>
        <w:tc>
          <w:tcPr>
            <w:tcW w:w="6344" w:type="dxa"/>
          </w:tcPr>
          <w:p w:rsidR="00A64643" w:rsidRDefault="00A6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испытуемый</w:t>
            </w:r>
          </w:p>
        </w:tc>
      </w:tr>
      <w:tr w:rsidR="00A64643" w:rsidTr="00163F35">
        <w:tc>
          <w:tcPr>
            <w:tcW w:w="3227" w:type="dxa"/>
          </w:tcPr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Дима, скажи, пожалуйста, какие сегодня у вас были занятия?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1.Расскажи, какие дороги были раньше, какие стали сейчас?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2.Какие были средства передвижения? 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3.Расскажи, почему появились правила дорожного движения?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4.Когда появились дорожные знаки и зачем нужны дорожные знаки?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5.Какие группы дорожных знаков ты знаешь? Как они выглядят?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6.Как ты думаешь, почему знаки так называются?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7.Какие задания вы сегодня выполняли?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Что тебе больше всего понравилось на занятии?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Спасибо, Дима, можешь идти в группу</w:t>
            </w:r>
          </w:p>
        </w:tc>
        <w:tc>
          <w:tcPr>
            <w:tcW w:w="6344" w:type="dxa"/>
          </w:tcPr>
          <w:p w:rsidR="00A64643" w:rsidRDefault="00A6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Занятия.., а.. рисование, музыкальное, про знаки дорожные говорили.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Плохие были дороги из камней. Сейчас из асфальта.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Велосипеды, машины разные.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Молчит.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знаю.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Которые запрещают и предупреждают, не помню.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Молчит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дорожкам ходили, надо было еще красные кружки поставить.</w:t>
            </w: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Default="00A6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 какие были раньше машины.</w:t>
            </w:r>
          </w:p>
        </w:tc>
      </w:tr>
    </w:tbl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анализ: из 8 заданных экспериментатором вопросов Дима ответил на 5.</w:t>
      </w:r>
    </w:p>
    <w:p w:rsidR="00A64643" w:rsidRDefault="00A64643" w:rsidP="00163F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Качественный анализ: ответы Димы были не  полные, мальчик не смог ответить на вопрос «Почему появились правила дорожного движения?», не смог назвать группы дорожных знаков и ,следовательно,  ответить на вопрос «Почему знаки так называются?».  Ребенок не  устанавливает  взаимосвязи между названием группы и дорожным знаком. Вопрос,  «Какие вы сегодня выполняли задания?» так же вызвал затруднения.</w:t>
      </w:r>
    </w:p>
    <w:p w:rsidR="00A64643" w:rsidRDefault="00A64643" w:rsidP="00163F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Хотя Дима пытался ответить на 5 вопросов, мы отнесем его к низкому уровню воспроизведения знаний, так как ответы мальчика не полные, не точные, материал им недостаточно осмыслен и понят.</w:t>
      </w:r>
    </w:p>
    <w:p w:rsidR="00A64643" w:rsidRDefault="00A64643" w:rsidP="00163F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163F35">
      <w:pPr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740E2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740E21" w:rsidRDefault="00A64643" w:rsidP="00740E2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0E21">
        <w:rPr>
          <w:rFonts w:ascii="Times New Roman" w:hAnsi="Times New Roman" w:cs="Times New Roman"/>
          <w:b/>
          <w:bCs/>
          <w:sz w:val="28"/>
          <w:szCs w:val="28"/>
        </w:rPr>
        <w:t>Приложение 3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Анкета для педагогов № 1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педагоги,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вам ответить на вопросы анкеты,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помогут нам в исследовании изучения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использования средств закрепления знаний детей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</w:t>
      </w:r>
    </w:p>
    <w:p w:rsidR="00A64643" w:rsidRDefault="00A64643" w:rsidP="00740E21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1.Укажите ваш возраст, образование, категорию и педагогический стаж работы:  </w:t>
      </w:r>
      <w:r w:rsidRPr="0051020B">
        <w:rPr>
          <w:rFonts w:ascii="Times New Roman" w:hAnsi="Times New Roman" w:cs="Times New Roman"/>
          <w:sz w:val="28"/>
          <w:szCs w:val="28"/>
          <w:u w:val="single"/>
        </w:rPr>
        <w:t>27 лет, высшее, 2 категория, 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4643" w:rsidRPr="0051020B" w:rsidRDefault="00A64643" w:rsidP="00740E21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Укажите группу, на которой вы работаете: </w:t>
      </w:r>
      <w:r w:rsidRPr="0051020B">
        <w:rPr>
          <w:rFonts w:ascii="Times New Roman" w:hAnsi="Times New Roman" w:cs="Times New Roman"/>
          <w:sz w:val="28"/>
          <w:szCs w:val="28"/>
          <w:u w:val="single"/>
        </w:rPr>
        <w:t>вторая младшая</w:t>
      </w:r>
    </w:p>
    <w:p w:rsidR="00A64643" w:rsidRPr="0051020B" w:rsidRDefault="00A64643" w:rsidP="00740E21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Что вы понимаете под определением «средства закрепления знаний»? </w:t>
      </w:r>
      <w:r w:rsidRPr="0051020B">
        <w:rPr>
          <w:rFonts w:ascii="Times New Roman" w:hAnsi="Times New Roman" w:cs="Times New Roman"/>
          <w:sz w:val="28"/>
          <w:szCs w:val="28"/>
          <w:u w:val="single"/>
        </w:rPr>
        <w:t>методы и приемы с помощью которых закрепляются знания детей в ООД</w:t>
      </w:r>
    </w:p>
    <w:p w:rsidR="00A64643" w:rsidRPr="0051020B" w:rsidRDefault="00A64643" w:rsidP="00740E21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Перечислите средства закрепления знаний? </w:t>
      </w:r>
      <w:r w:rsidRPr="0051020B">
        <w:rPr>
          <w:rFonts w:ascii="Times New Roman" w:hAnsi="Times New Roman" w:cs="Times New Roman"/>
          <w:sz w:val="28"/>
          <w:szCs w:val="28"/>
          <w:u w:val="single"/>
        </w:rPr>
        <w:t xml:space="preserve">Повторения, упражнения, </w:t>
      </w:r>
      <w:r w:rsidRPr="0051020B">
        <w:rPr>
          <w:rFonts w:ascii="Times New Roman" w:hAnsi="Times New Roman" w:cs="Times New Roman"/>
          <w:sz w:val="28"/>
          <w:szCs w:val="28"/>
        </w:rPr>
        <w:t>игры, наглядные средства, ТСО.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Какие средства закрепления знаний вы используете в своей работе?</w:t>
      </w:r>
    </w:p>
    <w:p w:rsidR="00A64643" w:rsidRPr="0051020B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020B">
        <w:rPr>
          <w:rFonts w:ascii="Times New Roman" w:hAnsi="Times New Roman" w:cs="Times New Roman"/>
          <w:sz w:val="28"/>
          <w:szCs w:val="28"/>
          <w:u w:val="single"/>
        </w:rPr>
        <w:t>Игры, наглядные средства, ТСО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В каких видах деятельности, по вашему мнению, можно закреплять знания: 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трудовая; 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образовательная; 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игровая; 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двигательная;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ИЗО деятельность </w:t>
      </w:r>
    </w:p>
    <w:p w:rsidR="00A64643" w:rsidRPr="0051020B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020B">
        <w:rPr>
          <w:rFonts w:ascii="Times New Roman" w:hAnsi="Times New Roman" w:cs="Times New Roman"/>
          <w:sz w:val="28"/>
          <w:szCs w:val="28"/>
          <w:u w:val="single"/>
        </w:rPr>
        <w:t xml:space="preserve">з) все перечисленные. </w:t>
      </w:r>
    </w:p>
    <w:p w:rsidR="00A64643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Какие средства закрепления знаний на ваш взгляд наиболее эффективны?</w:t>
      </w:r>
    </w:p>
    <w:p w:rsidR="00A64643" w:rsidRPr="0051020B" w:rsidRDefault="00A64643" w:rsidP="00740E2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020B">
        <w:rPr>
          <w:rFonts w:ascii="Times New Roman" w:hAnsi="Times New Roman" w:cs="Times New Roman"/>
          <w:sz w:val="28"/>
          <w:szCs w:val="28"/>
          <w:u w:val="single"/>
        </w:rPr>
        <w:t>Игры, наглядные средства, ТСО.</w:t>
      </w:r>
    </w:p>
    <w:p w:rsidR="00A64643" w:rsidRDefault="00A64643" w:rsidP="00740E21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Каково, на ваш взгляд, значение закрепления знаний? Обоснуйте.</w:t>
      </w:r>
    </w:p>
    <w:p w:rsidR="00A64643" w:rsidRPr="00B529A9" w:rsidRDefault="00A64643" w:rsidP="00740E21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29A9">
        <w:rPr>
          <w:rFonts w:ascii="Times New Roman" w:hAnsi="Times New Roman" w:cs="Times New Roman"/>
          <w:sz w:val="28"/>
          <w:szCs w:val="28"/>
          <w:u w:val="single"/>
        </w:rPr>
        <w:t>Закрепление знаний имеет большое значение, т.к. полученные знания являются базой для дальнейшего обучения.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Спасибо за сотрудничество!</w:t>
      </w: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64643" w:rsidRDefault="00A64643" w:rsidP="00740E21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163F3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A64643" w:rsidRPr="00090FD0" w:rsidRDefault="00A64643" w:rsidP="00414E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 xml:space="preserve">Конспекты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образовательных</w:t>
      </w:r>
      <w:r w:rsidRPr="00090FD0">
        <w:rPr>
          <w:rFonts w:ascii="Times New Roman" w:hAnsi="Times New Roman" w:cs="Times New Roman"/>
          <w:b/>
          <w:bCs/>
          <w:sz w:val="28"/>
          <w:szCs w:val="28"/>
        </w:rPr>
        <w:t xml:space="preserve"> ситуаций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направленных на применение схематического рисунка</w:t>
      </w: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89249A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249A">
        <w:rPr>
          <w:rFonts w:ascii="Times New Roman" w:hAnsi="Times New Roman" w:cs="Times New Roman"/>
          <w:sz w:val="28"/>
          <w:szCs w:val="28"/>
        </w:rPr>
        <w:t>Конспект 1</w:t>
      </w: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 ситуация, направленная на обучение детей </w:t>
      </w:r>
    </w:p>
    <w:p w:rsidR="00A64643" w:rsidRPr="00B03B69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схематично изображать предметы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B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обучать детей схематично изображать предметы.</w:t>
      </w:r>
    </w:p>
    <w:p w:rsidR="00A64643" w:rsidRPr="00890827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827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0827">
        <w:rPr>
          <w:rFonts w:ascii="Times New Roman" w:hAnsi="Times New Roman" w:cs="Times New Roman"/>
          <w:sz w:val="28"/>
          <w:szCs w:val="28"/>
        </w:rPr>
        <w:t>простой карандаш и полоска бумаги на каждого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Ход: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Здравствуйте дети! Сегодня я хочу научить вас схематично изображать предметы.  Схематично, значит в общих чертах, выделяя главное, не прорисовывая деталей. Схемы рисуют быстро.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Подумайте и скажите, как можно схематично нарисовать мяч?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можно нарисовать круг.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Правильно, можно нарисовать круг и всем  будет понятно, что это мяч, потому, что главное, то, что мяч круглый. Возьмите полоски бумаги и в первом квадрате зарисуйте мяч.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рисуют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 подумайте и скажите, как можно схематично нарисовать дом.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квадрат и треугольную крышу.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правильно, Артем нарисуй схематично дом на доске, а все остальные у себя на полосках бумаги в следующем квадрате.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Молодцы! Подумайте, как можно зарисовать дорогу.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Просто полоску.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Почему вы так думаете?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Потому, что будет понятно, что это дорога.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Вика, иди, зарисуй дорогу на доске, а все остальные у себя.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Скажите, а каким образом можно нарисовать девочку?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ответы детей.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Алла иди, зарисуй на доске. А все остальные у себя на полосках в следующем квадрате.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Э: А как можно зарисовать мальчика? 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Можно нарисовать штаны. Можно нарисовать треугольник уголком вниз.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Молодцы, зарисуйте у себя на полосках.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 нам надо зарисовать гвоздь, подумайте как?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Вертикальная палочка длинная, а горизонтальная короткая.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Молодцы! Все так думают. Зарисуйте у себя в следующем квадрате.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Сейчас, подумайте, как можно нарисовать молоток?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Можно как гвоздь, только побольше.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Правильно, молоток можно нарисовать, как и гвоздь только большего размера. Зарисуйте у себя в следующем квадрате, а Алеша нарисует на доске.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сейчас, Матвей выйдет к доске, я ему скажу на ушко, что он должен нарисовать, а вы попробуйте догадаться (загадываю машину)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Мальчик рисует машину. 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Как вы догадались, что это машина.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Зарисуйте у себя в следующем квадрате.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Посмотрите на свои полоски и скажите, чем мы сегодня занимались.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Схематично зарисовывали предметы.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как надо схематично зарисовывать предметы?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В общих чертах, выделяя главное, быстро.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Молодцы! А сейчас вспомните, что вы зарисовали в 1? 2? 3? 4? 5? 6? 7? 8 квадратах?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отвечают. 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 я буду вам называть предметы, а вы их схематично зарисовывать у себя на полосках. Помните, что зарисовывать надо главное, не прорисовывая детали, быстро.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Экспериментатор перечисляет предметы: стол, стул, дом, мяч, машина, дорога, мальчик, девочка.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рисуют на полосках  бумаги.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Все зарисовали? Молодцы, подпишите свои полоски.</w:t>
      </w:r>
      <w:r w:rsidRPr="00621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Понравилось вам схематично изображать предметы? Продолжим в следующий раз. Свои полоски с рисунками сдайте мне. </w:t>
      </w: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2</w:t>
      </w: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 ситуация, направленная на обучение </w:t>
      </w:r>
    </w:p>
    <w:p w:rsidR="00A64643" w:rsidRPr="00B03B69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детей в схематичном изображении действий предметов.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B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обучать детей схематично изображать действие предметов.</w:t>
      </w:r>
    </w:p>
    <w:p w:rsidR="00A64643" w:rsidRPr="00890827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827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0827">
        <w:rPr>
          <w:rFonts w:ascii="Times New Roman" w:hAnsi="Times New Roman" w:cs="Times New Roman"/>
          <w:sz w:val="28"/>
          <w:szCs w:val="28"/>
        </w:rPr>
        <w:t>простой карандаш и полоска бумаги на каждого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Ход: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Здравствуйте дети! Вспомните, чем мы с вами занимались в прошлый раз?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Схематично зарисовывали предметы.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как это схематично, кто скажет?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В общих чертах, выделяя главное?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Предметы вы научились зарисовывать, сегодня мы будем учиться схематично, зарисовывать действия предметов.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Подумайте и скажите, как можно зарисовать, что девочка и мальчик играют мячом.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Нарисовать девочку, мальчика и мяч.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Молодцы, Артем, иди, нарисуй на доске, а вы у себя на полосках в первом квадрате.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как можно нарисовать, что машина едет по дороге.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нарисовать машину и дорогу.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Ну тогда можно сказать, что машина стоит на дороге. Для того чтобы показать движение можно нарисовать стрелку (рисует). Сейчас понятно, что машина едет по дороге.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Да.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Зарисуйте у себя в следующем квадрате.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Подумайте, как можно нарисовать, что папа заколачивает гвозди.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Дяденьку с молотком и гвоздь.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Э: Соня, иди, нарисуй на доске, а вы у себя, в следующем квадрате.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сейчас, я Алеше скажу на ушко, что он должен зарисовать, он нарисует, а вы должны будете узнать, что он нарисовал (загадываю: девочка идет в школу)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Алеша иди, нарисуй на доске, а мы посмотрим (мальчик рисует).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Э: Алеша нарисовал, что девочка идет в школу, посмотрите, он на школе поставил букву «Ш». Зарисуйте у себя в следующем квадрате.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вы сегодня учились зарисовывать.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действие предметов.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 задание для всех, я буду называть действие, а вы должны нарисовать на своих полосках.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Экспериментатор перечисляет действия: снег идет, девочка прыгает на скакалке, мальчик идет по дороге, дом горит, машина стоит у светофора.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зарисовывают.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Все справились? Молодцы! А сейчас сдайте мне свои рисунки. До свидания.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 3</w:t>
      </w: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 ситуация, направленная на обучение </w:t>
      </w:r>
    </w:p>
    <w:p w:rsidR="00A64643" w:rsidRPr="00B03B69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детей в схематичном изображении ситуации.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B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обучать детей схематично изображать ситуации.</w:t>
      </w:r>
    </w:p>
    <w:p w:rsidR="00A64643" w:rsidRPr="00890827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827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0827">
        <w:rPr>
          <w:rFonts w:ascii="Times New Roman" w:hAnsi="Times New Roman" w:cs="Times New Roman"/>
          <w:sz w:val="28"/>
          <w:szCs w:val="28"/>
        </w:rPr>
        <w:t>простой карандаш и полоска бумаги на каждого ребенка</w:t>
      </w:r>
      <w:r>
        <w:rPr>
          <w:rFonts w:ascii="Times New Roman" w:hAnsi="Times New Roman" w:cs="Times New Roman"/>
          <w:sz w:val="28"/>
          <w:szCs w:val="28"/>
        </w:rPr>
        <w:t>, песочные часы (1 мин.).</w:t>
      </w: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Ход: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 w:rsidRPr="00DD51EB">
        <w:rPr>
          <w:rFonts w:ascii="Times New Roman" w:hAnsi="Times New Roman" w:cs="Times New Roman"/>
          <w:sz w:val="28"/>
          <w:szCs w:val="28"/>
        </w:rPr>
        <w:t>Э: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 дети! Вспомните, чем мы занимались в прошлый раз?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Зарисовывали действия предметов.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Посмотрите на свои рисунки и скажите, что вы рисовали?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девочка и мальчик играют мячом, машина едет по дороге, папа заколачивает гвозди, девочка идет в школу, снег идет, девочка прыгает на скакалке, мальчик идет по дороге, дом горит.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Э: Молодцы! Все вспомнили. А сегодня мы с вами будем учиться зарисовывать ситуации. Ситуации, это события которые происходят с людьми.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Слушайте внимательно: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«Девочка Таня и мальчик Саша играли в мяч. Таня не смогла поймать мяч, и он укатился на дорогу. По дороге ехал грузовик, мяч попал под колеса и лопнул».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подумаем, как эту ситуацию можно зарисовать.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детей.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Я думаю, что ситуацию надо разделить на события. Что было сначала?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Девочка Таня и мальчик Саша играли  в мяч.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Молодцы! Я предлагаю это зарисовать в первом квадрате. Рисуйте у себя на полосках, а я буду на доске.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Что произошло потом?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Девочка не смогла поймать мяч, и он укатился на дорогу.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Как это можно зарисовать?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Можно нарисовать дорогу и мяч со стрелочкой.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Молодцы! Рисуйте у себя во втором квадрате, а я на доске.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Что случилось потом?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По дороге ехал грузовик мяч попал пол колеса и лопнул.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как это можно зарисовать?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Можно нарисовать грузовик и мяч под колесами. Можно нарисовать грузовик со стрелочкой, дорогу, а сзади грузовика лопнутый мяч.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Молодцы! Рисуйте в следующем квадрате, а я на доске.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Посмотрите, мы с вами зарисовали ситуацию. У нас получилась схема целой истории. Как вы думаете, этот рисунок поможет вам вспомнить всю ситуацию?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 я вам предлагаю самостоятельно попробовать зарисовать следующую ситуацию. Для этого возьмите другие полоски. Слушайте внимательно: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«Мальчики нашли спички и решили их зажечь. Искра попала на тополиный пух, пух вспыхнул, и загорелась рядом стоящая машина. Мальчики испугались и убежали. Прохожие вызвали пожарную машину».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Вспомните, что происходило сначала, а что потом и чем все закончилось.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сейчас, зарисуйте эту ситуацию на своих полосках. Для того чтобы вы быстро рисовали, я поставлю песочные часы, как только песок перестанет сыпаться вы работу закончите.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Все время истекло, все нарисовали?  Молодцы! Сейчас сдайте мне свои рисунки. До свидания. Продолжим в следующий раз.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4</w:t>
      </w: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 ситуация, направленная на упражнение </w:t>
      </w:r>
    </w:p>
    <w:p w:rsidR="00A64643" w:rsidRPr="00B03B69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детей в схематичном изображении предметов.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B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упражнять детей в схематичном изображении предметов.</w:t>
      </w:r>
    </w:p>
    <w:p w:rsidR="00A64643" w:rsidRPr="00890827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827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0827">
        <w:rPr>
          <w:rFonts w:ascii="Times New Roman" w:hAnsi="Times New Roman" w:cs="Times New Roman"/>
          <w:sz w:val="28"/>
          <w:szCs w:val="28"/>
        </w:rPr>
        <w:t>простой карандаш и полоска бумаги на каждого ребенка</w:t>
      </w:r>
      <w:r>
        <w:rPr>
          <w:rFonts w:ascii="Times New Roman" w:hAnsi="Times New Roman" w:cs="Times New Roman"/>
          <w:sz w:val="28"/>
          <w:szCs w:val="28"/>
        </w:rPr>
        <w:t>, песочные часы 1 мин.</w:t>
      </w: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Ход: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 w:rsidRPr="00DD51EB">
        <w:rPr>
          <w:rFonts w:ascii="Times New Roman" w:hAnsi="Times New Roman" w:cs="Times New Roman"/>
          <w:sz w:val="28"/>
          <w:szCs w:val="28"/>
        </w:rPr>
        <w:t>Э: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 дети! Сегодня вы будете упражняться в схематичном изображении предметов. Предметы вы уже учились рисовать, посмотрите на свои рисунки и вспомните, что вы рисовали.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молодцы вспомнили, ну а  сегодня вам предстоит зарисовывать предметы  быстро, на время.  Для этого я поставлю песочные часы. Как только время истечет, работу прекращаем.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Слушайте внимательно и быстро зарисовывайте: дерево, скамейка, дорожный знак, огонь, цветок, автобус.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Все время вышло. Сдайте свои рисунки.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Pr="00DD51EB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Pr="006218DF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5</w:t>
      </w: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 ситуация, направленная на упражнение </w:t>
      </w:r>
    </w:p>
    <w:p w:rsidR="00A64643" w:rsidRPr="00B03B69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детей в схематичном изображении действий предметов.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B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упражнять детей схематично изображать действие предметов.</w:t>
      </w:r>
    </w:p>
    <w:p w:rsidR="00A64643" w:rsidRPr="00890827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827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0827">
        <w:rPr>
          <w:rFonts w:ascii="Times New Roman" w:hAnsi="Times New Roman" w:cs="Times New Roman"/>
          <w:sz w:val="28"/>
          <w:szCs w:val="28"/>
        </w:rPr>
        <w:t>простой карандаш и полоска бумаги на каждого ребенка</w:t>
      </w:r>
      <w:r>
        <w:rPr>
          <w:rFonts w:ascii="Times New Roman" w:hAnsi="Times New Roman" w:cs="Times New Roman"/>
          <w:sz w:val="28"/>
          <w:szCs w:val="28"/>
        </w:rPr>
        <w:t>, песочные часы 1 мин.</w:t>
      </w: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Ход: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Здравствуйте дети! Сегодня вы будете упражняться в схематичном изображении действий предметов. Действия вы уже учились зарисовывать, посмотрите на свои рисунки и вспомните, что вы уже рисовали?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я буду использовать песочные часы для того чтобы вы рисовали быстро, как только время истечет вы работу закончите. Помните, рисовать надо быстро, выделяя самое главное.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Слушайте внимательно и рисуйте: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нашли спички, машина горит, пожарная машина едет, дети играют в мяч, идет дождь.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Все время вышло, весь песок пересыпался, сдаем свои рисунки.</w:t>
      </w:r>
    </w:p>
    <w:p w:rsidR="00A64643" w:rsidRPr="00354544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6</w:t>
      </w: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 ситуация, направленная на упражнение  </w:t>
      </w:r>
    </w:p>
    <w:p w:rsidR="00A64643" w:rsidRPr="00B03B69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детей в схематичном изображении ситуации.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B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упражнять детей схематично изображать ситуации.</w:t>
      </w:r>
    </w:p>
    <w:p w:rsidR="00A64643" w:rsidRPr="00890827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827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0827">
        <w:rPr>
          <w:rFonts w:ascii="Times New Roman" w:hAnsi="Times New Roman" w:cs="Times New Roman"/>
          <w:sz w:val="28"/>
          <w:szCs w:val="28"/>
        </w:rPr>
        <w:t>простой карандаш и полоска бумаги на каждого ребенка</w:t>
      </w:r>
      <w:r>
        <w:rPr>
          <w:rFonts w:ascii="Times New Roman" w:hAnsi="Times New Roman" w:cs="Times New Roman"/>
          <w:sz w:val="28"/>
          <w:szCs w:val="28"/>
        </w:rPr>
        <w:t>, песочные часы 1  мин.</w:t>
      </w: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Ход: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 w:rsidRPr="00DD51EB">
        <w:rPr>
          <w:rFonts w:ascii="Times New Roman" w:hAnsi="Times New Roman" w:cs="Times New Roman"/>
          <w:sz w:val="28"/>
          <w:szCs w:val="28"/>
        </w:rPr>
        <w:t>Э: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 дети! Сегодня вы будете упражняться в схематичном зарисовывании ситуации. Посмотрите на свои рисунки с ситуациями и вспомните, что вы рисовали в прошлый раз?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Сегодня время рисования опять будет ограниченно. Я поставлю песочные часы,  как только время истечет, вы работу закончите.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Слушайте внимательно ситуацию и подумайте, что вы будете рисовать сначала, а что потом: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«Таня и Ваня пошли в лес за грибами. Они  так увлеклись сбором грибов, что не заметили, как заблудились. Дети очень испугались, и стали звать на помощь. К счастью не  далеко от детей дедушка собирал грибы, он услышал, как дети зовут на помощь, и  вывел их из леса на дорогу. А там уже ребята с полной корзиной грибов побежали домой».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Э: подумайте, что, будете рисовать сначала, а что потом. Все, приступили к работе.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Время вышло, весь песок пересыпался. Дежурные соберите рисунки и карандаши.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7</w:t>
      </w:r>
    </w:p>
    <w:p w:rsidR="00A64643" w:rsidRDefault="00A64643" w:rsidP="00414E5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схематического рисунка в основную часть занятия</w:t>
      </w:r>
    </w:p>
    <w:p w:rsidR="00A64643" w:rsidRDefault="00A64643" w:rsidP="00414E5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примере образовательной области «Безопасность»)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CB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схематический рисунок в основной части организованной образовательной деятельности с целью закрепления знаний детей.</w:t>
      </w:r>
    </w:p>
    <w:p w:rsidR="00A64643" w:rsidRPr="00890827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CBA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 w:rsidRPr="00A62CBA">
        <w:rPr>
          <w:rFonts w:ascii="Times New Roman" w:hAnsi="Times New Roman" w:cs="Times New Roman"/>
          <w:sz w:val="28"/>
          <w:szCs w:val="28"/>
        </w:rPr>
        <w:t xml:space="preserve"> </w:t>
      </w:r>
      <w:r w:rsidRPr="00890827">
        <w:rPr>
          <w:rFonts w:ascii="Times New Roman" w:hAnsi="Times New Roman" w:cs="Times New Roman"/>
          <w:sz w:val="28"/>
          <w:szCs w:val="28"/>
        </w:rPr>
        <w:t>простой карандаш и полоска бумаги на каждого ребенка</w:t>
      </w:r>
      <w:r>
        <w:rPr>
          <w:rFonts w:ascii="Times New Roman" w:hAnsi="Times New Roman" w:cs="Times New Roman"/>
          <w:sz w:val="28"/>
          <w:szCs w:val="28"/>
        </w:rPr>
        <w:t>, песочные часы 1  мин.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CBA">
        <w:rPr>
          <w:rFonts w:ascii="Times New Roman" w:hAnsi="Times New Roman" w:cs="Times New Roman"/>
          <w:b/>
          <w:bCs/>
          <w:sz w:val="28"/>
          <w:szCs w:val="28"/>
        </w:rPr>
        <w:t>Ход:</w:t>
      </w:r>
      <w:r>
        <w:rPr>
          <w:rFonts w:ascii="Times New Roman" w:hAnsi="Times New Roman" w:cs="Times New Roman"/>
          <w:sz w:val="28"/>
          <w:szCs w:val="28"/>
        </w:rPr>
        <w:t xml:space="preserve"> На первом этапе организованной образовательной деятельности, педагог знакомит детей с историей возникновения огня.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Сегодня мы познакомимся с предметами, с помощью которых, в давние времена, люди разводили огонь. (Демонстрирует трут) Это – трут. (просит повторить детей название)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трут.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Человек с его помощью разводил огонь. Он вставлял палочку в выемку на дощечке, вокруг палочки раскладывал кусочки трута и быстро – быстро вращал палочку между ладонями. От трения о подставку, она нагревалась, и трут загорался. (Дети рассматривают трут, передают его из рук в руки). (Далее экспериментатор демонстрирует кремень)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Дети, что это за камень?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Этот камень называется кремень. Древние люди из кремня делали ножи, топоры, наконечники для стрел и копий. И еще они использовали кремень для разведения огня. От удара двух таких камней один о другой высекались искры, от которых загорались, приготовленные заранее сухая трава или мох. Скажите, с помощью чего люди разводят огонь сейчас?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детей: с помощью спичек, зажигалки.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Да сегодня гораздо проще, огонь можно зажечь в считанные секунды.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а для чего используют огонь?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для обогрева, для приготовления пищи, для освещения.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Э: А сейчас я предлагаю вам схематично нарисовать все, что вы узнали нового, для ограничения времени ставлю песочные часы, как только песок пересыплется, работу с рисунками заканчиваем.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рисуют.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Э: Все время истекло, рисунки отложите в сторону, и продолжим дальше. </w:t>
      </w:r>
    </w:p>
    <w:p w:rsidR="00A64643" w:rsidRDefault="00A64643" w:rsidP="00414E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Pr="00090FD0" w:rsidRDefault="00A64643" w:rsidP="00414E5D">
      <w:pPr>
        <w:spacing w:line="240" w:lineRule="auto"/>
        <w:jc w:val="right"/>
        <w:rPr>
          <w:b/>
          <w:bCs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A64643" w:rsidRPr="00090FD0" w:rsidRDefault="00A64643" w:rsidP="00414E5D">
      <w:pPr>
        <w:spacing w:line="48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spacing w:line="48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spacing w:line="48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Примеры схематических рисунков детей</w:t>
      </w: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43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636.75pt;visibility:visible">
            <v:imagedata r:id="rId5" o:title=""/>
          </v:shape>
        </w:pict>
      </w: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43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Рисунок 2" o:spid="_x0000_i1026" type="#_x0000_t75" style="width:468pt;height:636.75pt;visibility:visible">
            <v:imagedata r:id="rId6" o:title=""/>
          </v:shape>
        </w:pict>
      </w: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43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Рисунок 10" o:spid="_x0000_i1027" type="#_x0000_t75" alt="A7D81AFA" style="width:465pt;height:702.75pt;visibility:visible">
            <v:imagedata r:id="rId7" o:title=""/>
          </v:shape>
        </w:pict>
      </w: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43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Рисунок 7" o:spid="_x0000_i1028" type="#_x0000_t75" alt="9C53A71E" style="width:414.75pt;height:541.5pt;visibility:visible">
            <v:imagedata r:id="rId8" o:title=""/>
          </v:shape>
        </w:pict>
      </w:r>
    </w:p>
    <w:p w:rsidR="00A64643" w:rsidRDefault="00A64643" w:rsidP="00414E5D">
      <w:r>
        <w:rPr>
          <w:noProof/>
          <w:lang w:eastAsia="ru-RU"/>
        </w:rPr>
        <w:pict>
          <v:shape id="_x0000_i1029" type="#_x0000_t75" alt="C41F15BD" style="width:465.75pt;height:660.75pt;visibility:visible">
            <v:imagedata r:id="rId9" o:title=""/>
          </v:shape>
        </w:pict>
      </w:r>
    </w:p>
    <w:p w:rsidR="00A64643" w:rsidRDefault="00A64643" w:rsidP="00414E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6</w:t>
      </w:r>
    </w:p>
    <w:p w:rsidR="00A64643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Протоколы наблюдений</w:t>
      </w: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Занятия у детей старшей группы</w:t>
      </w: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>(на примере образовательной области «Безопасность»)</w:t>
      </w:r>
    </w:p>
    <w:p w:rsidR="00A64643" w:rsidRPr="00090FD0" w:rsidRDefault="00A64643" w:rsidP="00414E5D">
      <w:pPr>
        <w:jc w:val="center"/>
        <w:rPr>
          <w:b/>
          <w:bCs/>
          <w:sz w:val="28"/>
          <w:szCs w:val="28"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>( контрольный эксперимент)</w:t>
      </w:r>
    </w:p>
    <w:p w:rsidR="00A64643" w:rsidRPr="00090FD0" w:rsidRDefault="00A64643" w:rsidP="00414E5D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4 (ЭГ)</w:t>
      </w: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«Как вести себя с незнакомыми людьми</w:t>
      </w:r>
      <w:r w:rsidRPr="0019134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4362"/>
        <w:gridCol w:w="2599"/>
      </w:tblGrid>
      <w:tr w:rsidR="00A64643" w:rsidRPr="00404975">
        <w:tc>
          <w:tcPr>
            <w:tcW w:w="237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Программное содержание</w:t>
            </w:r>
          </w:p>
        </w:tc>
        <w:tc>
          <w:tcPr>
            <w:tcW w:w="453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Основные этапы работы</w:t>
            </w:r>
          </w:p>
        </w:tc>
        <w:tc>
          <w:tcPr>
            <w:tcW w:w="2659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Методы, приемы и средства используемые педагогом</w:t>
            </w:r>
          </w:p>
        </w:tc>
      </w:tr>
      <w:tr w:rsidR="00A64643" w:rsidRPr="00404975">
        <w:tc>
          <w:tcPr>
            <w:tcW w:w="237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1.Содействовать формированию у детей навыков безопасной жизнедеятельности, ключевых коммуникативных компетенций (ответственного отношения к себе и людям, осторожности, готовности к действиям в неадекватных ситуациях).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2.Предупредить возможные негативные ситуации для ребенка, если он один в доме или на улице, содействовать формированию у детей навыков правильного поведения при встрече с незнакомыми людьми.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3.Способствовать развитию осторожности, внимания, смекалки.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4. Способствовать воспитанию ответственного отношения к своей жизни.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1.Организационный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напоминает детям, что в нашей жизни встречаются опасные предметы. Предлагает детям их перечислить.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2.Основной.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Воспитатель проводит беседу об опасных людях.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Какие взрослые могут быть опасными?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Всегда ли приятная внешность означает добрые намерения?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 можно назвать людей, у которых цели и действия преступны?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 люди могут узнать, что вы один дома?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дети работают с наглядным материалом. Им предлагаются 3 ситуации с несколькими вариантами действий. Дети должны выбрать правильный вариант и обосновать свой выбор.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Инсценировка стихотворения М. Тамбовцевой -Широковой «Находчивый Дима». После сценки вопросы по содержанию: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Какое настроение у вас вызвала эта история?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Какие ошибки совершил Дима?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В чем проявилась его находчивость?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Назовите телефоны служб, которые могут помочь в трудную минуту.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послушать пословицы, и выбрать ту, которая подходит к ситуации в стихотворении.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игра «Закончи стихотворение» воспитатель начинает. А дети заканчивают.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послушать и запомнить пословицу: «Не всякому верь – запирай покрепче дверь»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 xml:space="preserve">Педагог предлагает вспомнить слишком доверчивых героев сказок. 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педагог предлагает обсудить ситуации, и выбрать правильный вариант ответа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3.Заключительный.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задает детям опросы: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Что нового вы сегодня узнали?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Что надо делать, если вы один дома?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 надо себя вести с незнакомыми людьми на улице?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схематично зарисовать все, что они запомнили.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Беседа по содержанию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Дети заканчивают фразы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Дети по очереди повторяют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Вопросы, обсуждение.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Используется схематический рисунок</w:t>
            </w:r>
          </w:p>
        </w:tc>
      </w:tr>
    </w:tbl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191347" w:rsidRDefault="00A64643" w:rsidP="00414E5D">
      <w:pPr>
        <w:ind w:left="44" w:firstLine="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организованной образовательной деятельности педагог с целью закрепления знаний использовала следующие приемы: беседа, упражнения, повторения. Например, беседа, включающая в себя вопросы:</w:t>
      </w:r>
      <w:r w:rsidRPr="00B13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«Какие взрослые могут быть опасными?», «Всегда ли приятная внешность означает добрые намерения?», «Как можно назвать людей, у которых цели и действия преступны?», «Как люди могут узнать, что вы один дома?». Детям были предложены ситуации, и они упражнялись в выборе правильного ответа. Так же беседа по содержанию стихотворения М. Тамбовцевой -Широковой «Находчивый Дима». Детям были заданны следующие вопросы : «Какое настроение у вас вызвала эта история?», «Какие ошибки совершил Дима?», «В чем проявилась его находчивость?», «Назовите телефоны служб, которые могут помочь в трудную минуту». Для закрепления детям было предложено повторить пословицу по очереди. Детям были предложены ситуации, и предлагалось обсудить ответы, Например, «Как, по вашему мнению, какой ответ в этой ситуации будет правильный?», «Что вы будете делать?». И в заключительной части занятия детям были заданны следующие вопросы: «Что нового вы сегодня узнали?», «Что надо делать, если вы один дома?», «Как надо себя вести с незнакомыми людьми на улице?» Детям было предложено схематично изобразить все, что они сегодня узнали.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E70A0D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3 (КГ)</w:t>
      </w: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«Как вести себя с незнакомыми людьми</w:t>
      </w:r>
      <w:r w:rsidRPr="0019134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4368"/>
        <w:gridCol w:w="2593"/>
      </w:tblGrid>
      <w:tr w:rsidR="00A64643" w:rsidRPr="00404975">
        <w:tc>
          <w:tcPr>
            <w:tcW w:w="2610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Программное содержание</w:t>
            </w:r>
          </w:p>
        </w:tc>
        <w:tc>
          <w:tcPr>
            <w:tcW w:w="4368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Основные этапы работы</w:t>
            </w:r>
          </w:p>
        </w:tc>
        <w:tc>
          <w:tcPr>
            <w:tcW w:w="2593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Методы, приемы и средства используемые педагогом</w:t>
            </w:r>
          </w:p>
        </w:tc>
      </w:tr>
      <w:tr w:rsidR="00A64643" w:rsidRPr="00404975">
        <w:tc>
          <w:tcPr>
            <w:tcW w:w="2610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1.Содействовать формированию у детей навыков безопасной жизнедеятельности, ключевых коммуникативных компетенций (ответственного отношения к себе и людям, осторожности, готовности к действиям в неадекватных ситуациях).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2.Предупредить возможные негативные ситуации для ребенка, если он один в доме или на улице, содействовать формированию у детей навыков правильного поведения при встрече с незнакомыми людьми.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3.Способствовать развитию осторожности, внимания, смекалки.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4. Способствовать воспитанию ответственного отношения к своей жизни.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1.Организационный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напоминает детям, что в нашей жизни встречаются опасные предметы. Предлагает детям их перечислить.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2.Основной.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Воспитатель проводит беседу об опасных людях.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Какие взрослые могут быть опасными?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Всегда ли приятная внешность означает добрые намерения?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 можно назвать людей, у которых цели и действия преступны?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 люди могут узнать, что вы один дома?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дети работают с наглядным материалом. Им предлагаются 3 ситуации с несколькими вариантами действий. Дети должны выбрать правильный вариант и обосновать свой выбор.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Инсценировка стихотворения М. Тамбовцевой -Широковой «Находчивый Дима». После сценки вопросы по содержанию: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Какое настроение у вас вызвала эта история?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Какие ошибки совершил Дима?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В чем проявилась его находчивость?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Назовите телефоны служб, которые могут помочь в трудную минуту.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послушать пословицы, и выбрать ту, которая подходит к ситуации в стихотворении.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игра «Закончи стихотворение» воспитатель начинает. А дети заканчивают.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послушать и запомнить пословицу: «Не всякому верь – запирай покрепче дверь»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 xml:space="preserve">Педагог предлагает вспомнить слишком доверчивых героев сказок. 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Далее педагог предлагает обсудить ситуации, и выбрать правильный вариант ответа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3.Заключительный.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Педагог задает детям опросы: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Что нового вы сегодня узнали?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Что надо делать, если вы один дома?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- Как надо себя вести с незнакомыми людьми на улице?</w:t>
            </w:r>
          </w:p>
          <w:p w:rsidR="00A64643" w:rsidRPr="00404975" w:rsidRDefault="00A64643" w:rsidP="00404975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Беседа по содержанию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Дети заканчивают фразы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Дети по очереди повторяют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Вопросы, обсуждение.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</w:tr>
    </w:tbl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Pr="00191347" w:rsidRDefault="00A64643" w:rsidP="00414E5D">
      <w:pPr>
        <w:ind w:left="44" w:firstLine="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организованной образовательной деятельности педагог с целью закрепления знаний использовала следующие приемы: беседа, упражнения, повторения. Например, беседа, включающая в себя вопросы:</w:t>
      </w:r>
      <w:r w:rsidRPr="00B13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«Какие взрослые могут быть опасными?», «Всегда ли приятная внешность означает добрые намерения?», «Как можно назвать людей, у которых цели и действия преступны?», «Как люди могут узнать, что вы один дома?». Детям были предложены ситуации, и они упражнялись в выборе правильного ответа. Так же беседа по содержанию стихотворения М. Тамбовцевой -Широковой «Находчивый Дима». Детям были заданны следующие вопросы : «Какое настроение у вас вызвала эта история?», «Какие ошибки совершил Дима?», «В чем проявилась его находчивость?», «Назовите телефоны служб, которые могут помочь в трудную минуту». Для закрепления детям было предложено повторить пословицу по очереди. Детям были предложены ситуации, и предлагалось обсудить ответы, Например: «Как, по вашему мнению, какой ответ в этой ситуации будет правильный?», «Что вы будете делать?». И в заключительной части занятия детям были заданны следующие вопросы: «Что нового вы сегодня узнали?», «Что надо делать, если вы один дома?», «Как надо себя вести с незнакомыми людьми на улице?»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7</w:t>
      </w: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>
        <w:rPr>
          <w:rFonts w:ascii="Times New Roman" w:hAnsi="Times New Roman" w:cs="Times New Roman"/>
          <w:b/>
          <w:bCs/>
          <w:sz w:val="28"/>
          <w:szCs w:val="28"/>
        </w:rPr>
        <w:t>цы протоколов бесед с детьми старшей группы</w:t>
      </w: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 xml:space="preserve"> после проведения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занятия</w:t>
      </w: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FD0">
        <w:rPr>
          <w:rFonts w:ascii="Times New Roman" w:hAnsi="Times New Roman" w:cs="Times New Roman"/>
          <w:b/>
          <w:bCs/>
          <w:sz w:val="28"/>
          <w:szCs w:val="28"/>
        </w:rPr>
        <w:t>(контрольный эксперимент)</w:t>
      </w: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090FD0" w:rsidRDefault="00A64643" w:rsidP="00414E5D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16 (ЭГ</w:t>
      </w:r>
      <w:r w:rsidRPr="00191347">
        <w:rPr>
          <w:rFonts w:ascii="Times New Roman" w:hAnsi="Times New Roman" w:cs="Times New Roman"/>
          <w:sz w:val="28"/>
          <w:szCs w:val="28"/>
        </w:rPr>
        <w:t>)</w:t>
      </w:r>
    </w:p>
    <w:p w:rsidR="00A64643" w:rsidRPr="00191347" w:rsidRDefault="00A64643" w:rsidP="00414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 ребенка – Савенков Дима</w:t>
      </w:r>
    </w:p>
    <w:p w:rsidR="00A64643" w:rsidRPr="00191347" w:rsidRDefault="00A64643" w:rsidP="00414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– 5 лет 9</w:t>
      </w:r>
      <w:r w:rsidRPr="00191347">
        <w:rPr>
          <w:rFonts w:ascii="Times New Roman" w:hAnsi="Times New Roman" w:cs="Times New Roman"/>
          <w:sz w:val="28"/>
          <w:szCs w:val="28"/>
        </w:rPr>
        <w:t xml:space="preserve"> мес.</w:t>
      </w:r>
    </w:p>
    <w:p w:rsidR="00A64643" w:rsidRPr="00191347" w:rsidRDefault="00A64643" w:rsidP="00414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16.04.2013</w:t>
      </w:r>
      <w:r w:rsidRPr="001913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4643" w:rsidRPr="00191347" w:rsidRDefault="00A64643" w:rsidP="00414E5D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Ф.И.экспериментатора – Фефилова Оксана Владимировна</w:t>
      </w:r>
    </w:p>
    <w:p w:rsidR="00A64643" w:rsidRPr="00191347" w:rsidRDefault="00A64643" w:rsidP="00414E5D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Методика: беседа</w:t>
      </w:r>
    </w:p>
    <w:p w:rsidR="00A64643" w:rsidRPr="00191347" w:rsidRDefault="00A64643" w:rsidP="00414E5D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Цель: выявить уровень освоения материала в соответствии с программным содержанием.</w:t>
      </w:r>
    </w:p>
    <w:p w:rsidR="00A64643" w:rsidRPr="00191347" w:rsidRDefault="00A64643" w:rsidP="00414E5D">
      <w:pPr>
        <w:rPr>
          <w:rFonts w:ascii="Times New Roman" w:hAnsi="Times New Roman" w:cs="Times New Roman"/>
          <w:sz w:val="28"/>
          <w:szCs w:val="28"/>
        </w:rPr>
      </w:pPr>
      <w:r w:rsidRPr="00191347">
        <w:rPr>
          <w:rFonts w:ascii="Times New Roman" w:hAnsi="Times New Roman" w:cs="Times New Roman"/>
          <w:sz w:val="28"/>
          <w:szCs w:val="28"/>
        </w:rPr>
        <w:t>Ход беседы: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A64643" w:rsidRPr="00404975">
        <w:tc>
          <w:tcPr>
            <w:tcW w:w="3227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экспериментатор</w:t>
            </w:r>
          </w:p>
        </w:tc>
        <w:tc>
          <w:tcPr>
            <w:tcW w:w="6344" w:type="dxa"/>
          </w:tcPr>
          <w:p w:rsidR="00A64643" w:rsidRPr="00404975" w:rsidRDefault="00A64643" w:rsidP="00404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испытуемый</w:t>
            </w:r>
          </w:p>
        </w:tc>
      </w:tr>
      <w:tr w:rsidR="00A64643" w:rsidRPr="00404975">
        <w:tc>
          <w:tcPr>
            <w:tcW w:w="3227" w:type="dxa"/>
          </w:tcPr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Дима</w:t>
            </w: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, посмотри  пожалуйста, на свой рисунок и скажи  какое занятие у вас сегодня было?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1.Скажи, какие в жизни бывают опасности?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2.Что надо делать, если вы дома одни?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3.Какие ошибки совершил мальчик Дима в стихотворении «Находчивый Дима»?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4.В чем проявилась его находчивость?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5.Назови героев сказок, которые попали в опасные ситуации?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6.Назови пословицу, которую мы сегодня выучили?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7.Как надо вести себя с незнакомыми людьми на улице?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8.Назови телефоны служб, которые помогут тебе в трудную минуту?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Дима</w:t>
            </w: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, скажи, твой рисунок помог тебе вспомнить, о чем было занятие?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Спасибо, можешь идти в группу</w:t>
            </w:r>
          </w:p>
        </w:tc>
        <w:tc>
          <w:tcPr>
            <w:tcW w:w="6344" w:type="dxa"/>
          </w:tcPr>
          <w:p w:rsidR="00A64643" w:rsidRPr="00404975" w:rsidRDefault="00A64643" w:rsidP="00404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Про опасных людей.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Предметы бывают опасные: иголка, молоток, гвоздь, кнопки с ними аккуратно надо обращаться.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Еще люди бывают опасные, преступники и бандиты.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Нельзя двери чужим открывать, если чужие стучат нельзя говорить, что я дома одна можно позвонить по телефону или сказать что бабушка сейчас подойдет.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Он сказал преступнику что мамы и папы дома нет.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 xml:space="preserve">Он сказал, что знает номера телефонов и позвонит 01,02,03. 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«Волк и семеро козлят», еще я не нарисовала «Буратино», «Красная шапочка»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Не всякому верь – запирай покрепче дверь.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Нельзя с ними разговаривать, и садится к ним в машину.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01 – пожарные, 02 – полиция а 03 – это скорая помощь.</w:t>
            </w: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643" w:rsidRPr="00404975" w:rsidRDefault="00A64643" w:rsidP="00404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97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анализ: Дима ответил на все  вопросы экспериментатора </w:t>
      </w:r>
    </w:p>
    <w:p w:rsidR="00A64643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Качественный анализ: Ответы мальчик давал полные, точные. Например, на вопрос: «Что надо делать, если вы дома одни?», ответил: «Нельзя двери чужим открывать, если чужие стучат нельзя говорить, что я дома один можно позвонить по телефону или сказать что бабушка сейчас подойдет».  Благодаря схематическому рисунку вспомнил, что на занятии речь шла и об опасных предметах. Все номера записал на схематическом рисунке. </w:t>
      </w:r>
    </w:p>
    <w:p w:rsidR="00A64643" w:rsidRPr="00191347" w:rsidRDefault="00A64643" w:rsidP="00414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Диму мы  отнесем к высокому  уровню воспроизведения знаний, так как ответы мальчика полные, точные, материал им осмыслен. </w:t>
      </w: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Pr="00191347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414E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414E5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43" w:rsidRDefault="00A64643" w:rsidP="00740E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643" w:rsidRDefault="00A64643" w:rsidP="00740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Pr="00191347" w:rsidRDefault="00A64643" w:rsidP="00740E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643" w:rsidRDefault="00A64643"/>
    <w:sectPr w:rsidR="00A64643" w:rsidSect="009D1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12913"/>
    <w:multiLevelType w:val="hybridMultilevel"/>
    <w:tmpl w:val="763C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E21"/>
    <w:rsid w:val="00090FD0"/>
    <w:rsid w:val="000F2C95"/>
    <w:rsid w:val="00163F35"/>
    <w:rsid w:val="00191347"/>
    <w:rsid w:val="001D0E09"/>
    <w:rsid w:val="001E0EC6"/>
    <w:rsid w:val="002A5105"/>
    <w:rsid w:val="00354544"/>
    <w:rsid w:val="00404975"/>
    <w:rsid w:val="00414E5D"/>
    <w:rsid w:val="004309FD"/>
    <w:rsid w:val="00490810"/>
    <w:rsid w:val="004D3309"/>
    <w:rsid w:val="0051020B"/>
    <w:rsid w:val="006218DF"/>
    <w:rsid w:val="006D243E"/>
    <w:rsid w:val="006E3D10"/>
    <w:rsid w:val="00740E21"/>
    <w:rsid w:val="00762F40"/>
    <w:rsid w:val="00890827"/>
    <w:rsid w:val="0089249A"/>
    <w:rsid w:val="009B11BB"/>
    <w:rsid w:val="009B7AD4"/>
    <w:rsid w:val="009D1AE0"/>
    <w:rsid w:val="00A62CBA"/>
    <w:rsid w:val="00A64643"/>
    <w:rsid w:val="00AB615A"/>
    <w:rsid w:val="00B03B69"/>
    <w:rsid w:val="00B13195"/>
    <w:rsid w:val="00B529A9"/>
    <w:rsid w:val="00BA1834"/>
    <w:rsid w:val="00C7556D"/>
    <w:rsid w:val="00D55FD3"/>
    <w:rsid w:val="00DA5CD9"/>
    <w:rsid w:val="00DD1B84"/>
    <w:rsid w:val="00DD51EB"/>
    <w:rsid w:val="00E70A0D"/>
    <w:rsid w:val="00E8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2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0E21"/>
    <w:pPr>
      <w:ind w:left="720"/>
    </w:pPr>
  </w:style>
  <w:style w:type="table" w:styleId="TableGrid">
    <w:name w:val="Table Grid"/>
    <w:basedOn w:val="TableNormal"/>
    <w:uiPriority w:val="99"/>
    <w:rsid w:val="00740E2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40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0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4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39</Pages>
  <Words>4871</Words>
  <Characters>27769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6</cp:revision>
  <cp:lastPrinted>2014-05-30T06:30:00Z</cp:lastPrinted>
  <dcterms:created xsi:type="dcterms:W3CDTF">2014-04-14T16:07:00Z</dcterms:created>
  <dcterms:modified xsi:type="dcterms:W3CDTF">2014-05-30T06:30:00Z</dcterms:modified>
</cp:coreProperties>
</file>